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004790B-2394-4E03-BEA4-FF1F89934D91}"/>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